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FA4" w:rsidRPr="001954A2" w:rsidRDefault="00797FA4" w:rsidP="00076A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Диетическое  питание для  учащихся                  ООО»КУЛИНАР»</w:t>
      </w:r>
    </w:p>
    <w:tbl>
      <w:tblPr>
        <w:tblW w:w="0" w:type="auto"/>
        <w:tblInd w:w="-106" w:type="dxa"/>
        <w:tblLook w:val="00A0"/>
      </w:tblPr>
      <w:tblGrid>
        <w:gridCol w:w="2935"/>
        <w:gridCol w:w="945"/>
        <w:gridCol w:w="946"/>
        <w:gridCol w:w="946"/>
        <w:gridCol w:w="946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2"/>
      </w:tblGrid>
      <w:tr w:rsidR="00797FA4" w:rsidRPr="00E27E3F">
        <w:trPr>
          <w:trHeight w:val="900"/>
        </w:trPr>
        <w:tc>
          <w:tcPr>
            <w:tcW w:w="0" w:type="auto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Вариант реализации типового диетического (лечебного)меню  для детей с непереносимостью молока, обучающихся по программам основного и среднего образования в общеобразовательных организациях г. Красноярска</w:t>
            </w:r>
          </w:p>
        </w:tc>
      </w:tr>
      <w:tr w:rsidR="00797FA4" w:rsidRPr="00E27E3F">
        <w:trPr>
          <w:trHeight w:val="3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возрастная группа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12-17 лет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7FA4" w:rsidRPr="00E27E3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сезон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осенне-зимний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7FA4" w:rsidRPr="00E27E3F">
        <w:trPr>
          <w:trHeight w:val="3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97FA4" w:rsidRDefault="00797FA4"/>
    <w:tbl>
      <w:tblPr>
        <w:tblW w:w="0" w:type="auto"/>
        <w:tblInd w:w="-106" w:type="dxa"/>
        <w:tblLayout w:type="fixed"/>
        <w:tblLook w:val="00A0"/>
      </w:tblPr>
      <w:tblGrid>
        <w:gridCol w:w="5"/>
        <w:gridCol w:w="1134"/>
        <w:gridCol w:w="2268"/>
        <w:gridCol w:w="993"/>
        <w:gridCol w:w="992"/>
        <w:gridCol w:w="992"/>
        <w:gridCol w:w="992"/>
        <w:gridCol w:w="1165"/>
        <w:gridCol w:w="887"/>
        <w:gridCol w:w="887"/>
        <w:gridCol w:w="972"/>
        <w:gridCol w:w="887"/>
        <w:gridCol w:w="878"/>
        <w:gridCol w:w="878"/>
        <w:gridCol w:w="887"/>
        <w:gridCol w:w="887"/>
      </w:tblGrid>
      <w:tr w:rsidR="00797FA4" w:rsidRPr="00E27E3F">
        <w:trPr>
          <w:trHeight w:val="312"/>
          <w:tblHeader/>
        </w:trPr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ЭЦ</w:t>
            </w: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 xml:space="preserve"> (ккал)</w:t>
            </w:r>
          </w:p>
        </w:tc>
        <w:tc>
          <w:tcPr>
            <w:tcW w:w="36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797FA4" w:rsidRPr="00E27E3F">
        <w:trPr>
          <w:trHeight w:val="312"/>
          <w:tblHeader/>
        </w:trPr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Fe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  <w:lang w:eastAsia="ru-RU"/>
              </w:rPr>
              <w:t>День/неделя: Понедельник-1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Подгарнировка из овощей свежих (Огурцы)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</w:tr>
      <w:tr w:rsidR="00797FA4" w:rsidRPr="00E27E3F">
        <w:trPr>
          <w:trHeight w:val="936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269М/ТТК/БМД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Котлеты,биточки особые (свино-говяжьи) с соусом овощным, 80/30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25,35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279,91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15,71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141,47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25,79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2,23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302М/БМД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Рис отварной (масло топленое)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47,95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247,89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98,06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32,44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0,66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377М/ссж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с лимоном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12,19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50,27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7,75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9,78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Батон йодированный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130,60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22,56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797FA4" w:rsidRPr="00E27E3F">
        <w:trPr>
          <w:trHeight w:val="312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111,57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710,87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5,42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2,99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55,47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287,81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72,27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4,49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410/К/БМД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Желе из ягод (брусника)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12,74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61,64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3,15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Зефир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189,50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47,19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251,14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3,15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17,75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9,36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4,47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0,82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67М/ссж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Винегрет овощной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6,68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94,12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33,15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37,07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19,85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0,83</w:t>
            </w:r>
          </w:p>
        </w:tc>
      </w:tr>
      <w:tr w:rsidR="00797FA4" w:rsidRPr="00E27E3F">
        <w:trPr>
          <w:trHeight w:val="1248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88М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Щи из свежей капусты с картофелем с кремом сметанным соевым, 240/10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9,53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110,74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30,72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3,15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43,42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53,58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22,05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0,93</w:t>
            </w:r>
          </w:p>
        </w:tc>
      </w:tr>
      <w:tr w:rsidR="00797FA4" w:rsidRPr="00E27E3F">
        <w:trPr>
          <w:trHeight w:val="156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234М/БМД/330М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Котлеты или биточки рыбные (минтай) с соусом сметанным (крем сметанный соевый), 90/30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15,45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214,30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5,91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4,54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35,13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169,61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42,49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1,14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312М/БМД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Картофельное пюре (топленое масло)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30,84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37,84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24,67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112,01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43,84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1,76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349М/ссж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22,12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93,28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0,68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797FA4" w:rsidRPr="00E27E3F">
        <w:trPr>
          <w:trHeight w:val="312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112,46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850,55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82,16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41,11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12,82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188,47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505,16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181,93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7,73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590/К/БМД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Лепешка с кунжутом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28,55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157,75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52,71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55,10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21,97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0,94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Сок фруктовый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48,75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249,75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66,71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69,09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29,97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3,74</w:t>
            </w:r>
          </w:p>
        </w:tc>
      </w:tr>
      <w:tr w:rsidR="00797FA4" w:rsidRPr="00E27E3F">
        <w:trPr>
          <w:trHeight w:val="312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Понедельник-1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1977,00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61,19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319,97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2062,31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130,75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72,39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16,80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328,41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871,43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288,64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16,78</w:t>
            </w:r>
          </w:p>
        </w:tc>
      </w:tr>
      <w:tr w:rsidR="00797FA4" w:rsidRPr="00E27E3F">
        <w:trPr>
          <w:trHeight w:val="312"/>
        </w:trPr>
        <w:tc>
          <w:tcPr>
            <w:tcW w:w="8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Вторник-1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797FA4" w:rsidRPr="00E27E3F">
        <w:trPr>
          <w:trHeight w:val="936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312К/БМД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Индейка отварная (1 категория) с соусом шпинатным, 70/40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253,92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9,26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13,86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28,85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197,16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29,30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1,77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321М/БМД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Капуста тушеная (топленое масло)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19,27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140,88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98,91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107,31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80,52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41,30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1,64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б/н/ссж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из шиповника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14,39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62,09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50,05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40,85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(Груши)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Батон йодированный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130,60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22,56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797FA4" w:rsidRPr="00E27E3F">
        <w:trPr>
          <w:trHeight w:val="312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26,61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72,70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634,48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164,22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81,71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2,08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183,19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331,15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91,65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6,90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367/М/БМД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Мусс лимонный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23,34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Зефир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189,50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57,79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297,50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17,30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8,64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4,44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0,14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63М/ссж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из моркови с курагой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66,83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4,73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39,40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62,27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43,43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0,94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97М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Суп картофельный на курином бульоне (грудка)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20,06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140,52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24,56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31,35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108,43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35,79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1,50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311К/ссж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Гуляш из мяса птицы (грудка), 50/50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2,71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98,88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2,49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27,88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12,33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105,64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14,33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0,93</w:t>
            </w:r>
          </w:p>
        </w:tc>
      </w:tr>
      <w:tr w:rsidR="00797FA4" w:rsidRPr="00E27E3F">
        <w:trPr>
          <w:trHeight w:val="936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309М/БМД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Макаронные изделия отварные (масло топленое)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44,84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268,48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13,77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56,80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10,26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1,04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473К/ссж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Напиток витаминный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21,10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93,08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65,36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11,68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4,72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0,52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797FA4" w:rsidRPr="00E27E3F">
        <w:trPr>
          <w:trHeight w:val="312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33,84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130,96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807,89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111,79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136,24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4,59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128,15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448,52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141,22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7,32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</w:tr>
      <w:tr w:rsidR="00797FA4" w:rsidRPr="00E27E3F">
        <w:trPr>
          <w:trHeight w:val="936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553/К/БМД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Булочка с маком пониженной калорийности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23,08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160,27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106,90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31,16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Сок фруктовый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43,28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252,27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120,89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39,16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3,78</w:t>
            </w:r>
          </w:p>
        </w:tc>
      </w:tr>
      <w:tr w:rsidR="00797FA4" w:rsidRPr="00E27E3F">
        <w:trPr>
          <w:trHeight w:val="312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Вторник-1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70,78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53,16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304,74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1992,14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320,81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232,45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7,56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449,53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884,31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276,48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18,14</w:t>
            </w:r>
          </w:p>
        </w:tc>
      </w:tr>
      <w:tr w:rsidR="00797FA4" w:rsidRPr="00E27E3F">
        <w:trPr>
          <w:trHeight w:val="312"/>
        </w:trPr>
        <w:tc>
          <w:tcPr>
            <w:tcW w:w="8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Среда-1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Подгарнировка из зеленого горошка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12,40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</w:tr>
      <w:tr w:rsidR="00797FA4" w:rsidRPr="00E27E3F">
        <w:trPr>
          <w:trHeight w:val="408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213М/БМД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Омлет с запеченным картофелем (вода)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25,18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312,84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30,24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192,50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4,31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60,05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236,23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44,17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3,31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376М/ссж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12,20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48,78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9,16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0,95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Батон йодированный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130,60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22,56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(яблоки)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14,70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3,30</w:t>
            </w:r>
          </w:p>
        </w:tc>
      </w:tr>
      <w:tr w:rsidR="00797FA4" w:rsidRPr="00E27E3F">
        <w:trPr>
          <w:trHeight w:val="312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79,09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570,72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48,35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192,50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5,43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116,11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306,79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72,76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8,29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363/М/БМД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Желе из цитрусовых (апельсины)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11,66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64,70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2,72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Зефир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189,50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46,11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254,20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15,22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7,84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4,04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0,76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51М/ссж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из свеклы с курагой и изюмом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13,76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107,73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7,70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41,35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48,68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24,69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1,42</w:t>
            </w:r>
          </w:p>
        </w:tc>
      </w:tr>
      <w:tr w:rsidR="00797FA4" w:rsidRPr="00E27E3F">
        <w:trPr>
          <w:trHeight w:val="936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Суп из овощей с кремом сметанным соевым, 240/10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11,07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105,88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20,40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26,69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55,95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21,37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0,88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281К/БМД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Говядина тушеная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161,00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12,96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115,50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15,78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1,72</w:t>
            </w:r>
          </w:p>
        </w:tc>
      </w:tr>
      <w:tr w:rsidR="00797FA4" w:rsidRPr="00E27E3F">
        <w:trPr>
          <w:trHeight w:val="936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171М/БМД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Каша гречневая рассыпчатая (масло топленое)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45,22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308,15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43,20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17,58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237,72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158,48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5,33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349М/ссж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22,12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93,28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0,68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797FA4" w:rsidRPr="00E27E3F">
        <w:trPr>
          <w:trHeight w:val="312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33,97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121,47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916,13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43,20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9,46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150,68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590,75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274,02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12,42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590/К/БМД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Лепешка с кунжутом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28,55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157,75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52,71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55,10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21,97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0,94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Сок фруктовый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48,75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249,75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66,71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69,09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29,97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3,74</w:t>
            </w:r>
          </w:p>
        </w:tc>
      </w:tr>
      <w:tr w:rsidR="00797FA4" w:rsidRPr="00E27E3F">
        <w:trPr>
          <w:trHeight w:val="312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Среда-1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58,73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62,65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295,42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1990,80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124,57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243,70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15,68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348,71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974,47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380,79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25,21</w:t>
            </w:r>
          </w:p>
        </w:tc>
      </w:tr>
      <w:tr w:rsidR="00797FA4" w:rsidRPr="00E27E3F">
        <w:trPr>
          <w:trHeight w:val="312"/>
        </w:trPr>
        <w:tc>
          <w:tcPr>
            <w:tcW w:w="8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Четверг-1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797FA4" w:rsidRPr="00E27E3F">
        <w:trPr>
          <w:trHeight w:val="936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287М/БМД/ ТТК/БМД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Голубцы с мясом и рисом с соусом овощным, 210/40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32,56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356,60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58,54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2,58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79,93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216,82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48,86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3,28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(Мандарин)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377М/ссж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с лимоном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12,19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50,27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7,75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9,78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Батон йодированный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130,60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22,56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797FA4" w:rsidRPr="00E27E3F">
        <w:trPr>
          <w:trHeight w:val="312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22,64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77,95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575,47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100,44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3,57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145,23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276,10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71,10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4,88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368/М/БМД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Мусс апельсиновый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14,87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74,80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13,80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7,82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0,11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Зефир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189,50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49,32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264,30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13,80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20,32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11,29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5,99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0,81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49М/ссж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витаминный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9,36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41,34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10,83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21,37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12,70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96М/ссж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Рассольник ленинградский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17,24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134,54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16,80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6,13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20,85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77,41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27,94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1,09</w:t>
            </w:r>
          </w:p>
        </w:tc>
      </w:tr>
      <w:tr w:rsidR="00797FA4" w:rsidRPr="00E27E3F">
        <w:trPr>
          <w:trHeight w:val="156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267К/ссж/ 330М/БМД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Оладьи из печени с морковью с соусом сметанным (крем сметанный соевый), 80/40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16,05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236,72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21,59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5292,00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2,73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20,67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246,92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19,37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5,03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312М/БМД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Картофельное пюре (топленое масло)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26,63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171,00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32,68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21,31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96,74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37,86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1,52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350М/ссж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Кисель из плодов чёрной смородины,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25,31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99,61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10,80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0,31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797FA4" w:rsidRPr="00E27E3F">
        <w:trPr>
          <w:trHeight w:val="312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122,45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872,18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0,82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152,41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5329,08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7,97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104,55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552,73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136,77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11,12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</w:tr>
      <w:tr w:rsidR="00797FA4" w:rsidRPr="00E27E3F">
        <w:trPr>
          <w:trHeight w:val="936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553/К/БМД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Булочка с маком пониженной калорийности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23,08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160,27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106,90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31,16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Сок фруктовый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43,28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252,27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120,89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39,16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3,78</w:t>
            </w:r>
          </w:p>
        </w:tc>
      </w:tr>
      <w:tr w:rsidR="00797FA4" w:rsidRPr="00E27E3F">
        <w:trPr>
          <w:trHeight w:val="312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Четверг-1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1987,00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61,21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292,99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1964,21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306,65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5343,58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12,46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391,00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936,12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253,02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20,59</w:t>
            </w:r>
          </w:p>
        </w:tc>
      </w:tr>
      <w:tr w:rsidR="00797FA4" w:rsidRPr="00E27E3F">
        <w:trPr>
          <w:trHeight w:val="312"/>
        </w:trPr>
        <w:tc>
          <w:tcPr>
            <w:tcW w:w="8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Пятница-1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Подгарнировка из овощей свежих (Огурцы)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0,18</w:t>
            </w:r>
          </w:p>
        </w:tc>
      </w:tr>
      <w:tr w:rsidR="00797FA4" w:rsidRPr="00E27E3F">
        <w:trPr>
          <w:trHeight w:val="936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320К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Куриное филе запеченое (бедро)  с соусом шпинатным, 70/40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156,24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9,26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17,66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27,54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165,90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28,73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1,17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355К/БМД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Рис припущенный с томатом (топл.масло)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48,12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270,71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8,27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100,33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34,12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0,76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б/н/ссж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из шиповника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14,39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62,09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50,05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40,85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Батон йодированный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130,60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22,56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797FA4" w:rsidRPr="00E27E3F">
        <w:trPr>
          <w:trHeight w:val="312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26,01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19,47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92,01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624,44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67,11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94,51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2,67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66,64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308,90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75,90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3,30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410/М/БМД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Желе из ягод (брусника)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12,74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61,64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3,15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Зефир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189,50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47,19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251,14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3,15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17,75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9,36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4,47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0,82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94К/ссж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"Мозаика"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10,13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109,81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11,50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68,33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25,12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0,94</w:t>
            </w:r>
          </w:p>
        </w:tc>
      </w:tr>
      <w:tr w:rsidR="00797FA4" w:rsidRPr="00E27E3F">
        <w:trPr>
          <w:trHeight w:val="936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104М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Суп картофельный с мясными фрикадельками, 215/35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18,69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207,45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22,98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22,52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153,47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39,05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2,28</w:t>
            </w:r>
          </w:p>
        </w:tc>
      </w:tr>
      <w:tr w:rsidR="00797FA4" w:rsidRPr="00E27E3F">
        <w:trPr>
          <w:trHeight w:val="936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233М/328М/ ТТК/БМД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Рыба запеченая в овощном соусе (треска), 70/30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5,38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155,81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5,15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36,03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215,13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36,86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0,85</w:t>
            </w:r>
          </w:p>
        </w:tc>
      </w:tr>
      <w:tr w:rsidR="00797FA4" w:rsidRPr="00E27E3F">
        <w:trPr>
          <w:trHeight w:val="936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171М/БМД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Каша перловая рассыпчатая (с маслом топленым)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40,14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263,91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50,40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24,61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195,75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1,11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342М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Компот из вишни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94,63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14,80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0,25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797FA4" w:rsidRPr="00E27E3F">
        <w:trPr>
          <w:trHeight w:val="312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39,55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34,43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124,99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971,70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45,63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127,40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139,26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748,37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168,21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7,83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590/К/БМД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Лепешка с кунжутом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28,55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157,75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52,71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55,10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21,97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0,94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Сок фруктовый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48,75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249,75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66,71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69,09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29,97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3,74</w:t>
            </w:r>
          </w:p>
        </w:tc>
      </w:tr>
      <w:tr w:rsidR="00797FA4" w:rsidRPr="00E27E3F">
        <w:trPr>
          <w:trHeight w:val="312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Пятница-1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76,26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62,77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312,94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2097,02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155,90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231,59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10,78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290,35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1135,72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278,55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15,69</w:t>
            </w:r>
          </w:p>
        </w:tc>
      </w:tr>
      <w:tr w:rsidR="00797FA4" w:rsidRPr="00E27E3F">
        <w:trPr>
          <w:trHeight w:val="312"/>
        </w:trPr>
        <w:tc>
          <w:tcPr>
            <w:tcW w:w="8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Понедельник-2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797FA4" w:rsidRPr="00E27E3F">
        <w:trPr>
          <w:trHeight w:val="50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Подгарнировка из овощей свежих (Огурцы)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260М/ссж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Гуляш из говядины, 50/50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3,85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226,40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12,16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161,39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2,42</w:t>
            </w:r>
          </w:p>
        </w:tc>
      </w:tr>
      <w:tr w:rsidR="00797FA4" w:rsidRPr="00E27E3F">
        <w:trPr>
          <w:trHeight w:val="936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309М/БМД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Макаронные изделия отварные (масло топленое)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44,84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252,42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13,66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56,44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10,26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1,04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377М/ссж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с лимоном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12,19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50,27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7,75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9,78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Батон йодированный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130,60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22,56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797FA4" w:rsidRPr="00E27E3F">
        <w:trPr>
          <w:trHeight w:val="312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26,57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22,99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87,34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664,09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3,94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62,92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272,11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50,10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5,15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369/М/БМД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Мусс яблочный (на манной крупе)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26,85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115,78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9,60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15,15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6,21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1,15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Зефир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189,50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61,30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305,28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22,10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21,15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9,21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1,85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картофельный с сельдью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12,23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102,88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25,37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93,37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31,78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</w:tr>
      <w:tr w:rsidR="00797FA4" w:rsidRPr="00E27E3F">
        <w:trPr>
          <w:trHeight w:val="57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Борщ из свежей капусты с картофелем с кремом сметанным соевым, 240/10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12,63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112,29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21,54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38,60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56,56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25,48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1,28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288М/БМД/ ТТК/БМД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 xml:space="preserve"> Куры отварные (грудки) с томатным соусом, 70/30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3,28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245,50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40,13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21,91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170,59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25,19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1,62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321М/ссж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Капуста тушеная (масло топленое)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17,94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127,93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107,71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81,18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41,57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1,64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349М/ссж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22,12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93,28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0,68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797FA4" w:rsidRPr="00E27E3F">
        <w:trPr>
          <w:trHeight w:val="312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39,39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96,04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821,98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143,72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67,73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10,63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245,69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534,60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177,72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8,62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</w:tr>
      <w:tr w:rsidR="00797FA4" w:rsidRPr="00E27E3F">
        <w:trPr>
          <w:trHeight w:val="936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553/К/БМД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Булочка с маком пониженной калорийности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23,08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160,27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106,90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31,16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Сок фруктовый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43,28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252,27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120,89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39,16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3,78</w:t>
            </w:r>
          </w:p>
        </w:tc>
      </w:tr>
      <w:tr w:rsidR="00797FA4" w:rsidRPr="00E27E3F">
        <w:trPr>
          <w:trHeight w:val="312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Понедельник-2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73,47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64,58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287,97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2043,63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199,42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107,43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15,72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451,61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923,85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276,18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19,40</w:t>
            </w:r>
          </w:p>
        </w:tc>
      </w:tr>
      <w:tr w:rsidR="00797FA4" w:rsidRPr="00E27E3F">
        <w:trPr>
          <w:trHeight w:val="312"/>
        </w:trPr>
        <w:tc>
          <w:tcPr>
            <w:tcW w:w="8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Вторник-2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274М/ТТК/БМД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Зразы рубленные с соусом шпинатным, 80/40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13,96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252,36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10,24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10,99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4,53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47,41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142,42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36,64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2,94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312М/БМД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Картофельное пюре (топленое масло)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25,23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162,00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30,96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28,80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20,18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91,64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35,87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1,44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376М/ссж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12,20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48,78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9,16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0,95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Батон йодированный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3,80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130,60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22,56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0,60</w:t>
            </w:r>
          </w:p>
        </w:tc>
      </w:tr>
      <w:tr w:rsidR="00797FA4" w:rsidRPr="00E27E3F">
        <w:trPr>
          <w:trHeight w:val="312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23,67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77,10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593,74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42,31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39,79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5,46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95,65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275,72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83,40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5,93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363М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Желе из цитрусовых (апельсины)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18,60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90,68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1,73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Зефир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189,50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53,05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280,18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15,05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7,73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3,98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0,78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46М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из белокачанной капусты с яблоками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11,50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99,04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24,17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29,62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16,35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1,01</w:t>
            </w:r>
          </w:p>
        </w:tc>
      </w:tr>
      <w:tr w:rsidR="00797FA4" w:rsidRPr="00E27E3F">
        <w:trPr>
          <w:trHeight w:val="936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98М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Суп крестьянский с крупой на курином бульоне (грудки)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10,56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124,52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20,64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2,40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39,74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83,10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25,25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1,07</w:t>
            </w:r>
          </w:p>
        </w:tc>
      </w:tr>
      <w:tr w:rsidR="00797FA4" w:rsidRPr="00E27E3F">
        <w:trPr>
          <w:trHeight w:val="936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281М/БМД/ ТТК/БМД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Биточек паровой (говядина) с соусом овощным, 70/40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11,28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206,07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3,80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23,50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130,41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25,93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2,02</w:t>
            </w:r>
          </w:p>
        </w:tc>
      </w:tr>
      <w:tr w:rsidR="00797FA4" w:rsidRPr="00E27E3F">
        <w:trPr>
          <w:trHeight w:val="936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216К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Пюре из бобовых с картофелем (масло топленое)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31,28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237,47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8,64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71,47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193,87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64,39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3,90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473К/ссж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Напиток витаминный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21,10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93,08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65,36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11,68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4,72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0,52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797FA4" w:rsidRPr="00E27E3F">
        <w:trPr>
          <w:trHeight w:val="312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36,82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32,08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113,58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900,28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0,83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137,25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123,36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7,73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200,21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552,37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169,34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10,91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590/К/БМД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Лепешка с кунжутом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28,55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157,75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52,71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55,10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21,97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0,94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Сок фруктовый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48,75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249,75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66,71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69,09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29,97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3,74</w:t>
            </w:r>
          </w:p>
        </w:tc>
      </w:tr>
      <w:tr w:rsidR="00797FA4" w:rsidRPr="00E27E3F">
        <w:trPr>
          <w:trHeight w:val="312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Вторник-2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1910,00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64,85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64,54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292,48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2023,94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224,08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171,15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13,98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377,62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904,91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286,69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21,35</w:t>
            </w:r>
          </w:p>
        </w:tc>
      </w:tr>
      <w:tr w:rsidR="00797FA4" w:rsidRPr="00E27E3F">
        <w:trPr>
          <w:trHeight w:val="312"/>
        </w:trPr>
        <w:tc>
          <w:tcPr>
            <w:tcW w:w="8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Среда-2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7FA4" w:rsidRPr="00E27E3F">
        <w:trPr>
          <w:trHeight w:val="312"/>
        </w:trPr>
        <w:tc>
          <w:tcPr>
            <w:tcW w:w="156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Подгарнировка из овощей свежих (Огурцы)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</w:tr>
      <w:tr w:rsidR="00797FA4" w:rsidRPr="00E27E3F">
        <w:trPr>
          <w:trHeight w:val="936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234М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Котлеты или биточки рыбные (горбуша) с соусом шпинатным, 80/40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16,55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221,74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9,87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4,74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62,90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164,45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39,77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1,42</w:t>
            </w:r>
          </w:p>
        </w:tc>
      </w:tr>
      <w:tr w:rsidR="00797FA4" w:rsidRPr="00E27E3F">
        <w:trPr>
          <w:trHeight w:val="6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302М/БМД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Рис отварной (масло топленое)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47,95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247,89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98,06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32,44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0,66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Батон йодированный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130,60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22,56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б/н/ссж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из шиповника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14,39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62,09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50,05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40,85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104,97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664,52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62,32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85,34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5,98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305,97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84,06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3,37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56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</w:tr>
      <w:tr w:rsidR="00797FA4" w:rsidRPr="00E27E3F">
        <w:trPr>
          <w:gridBefore w:val="1"/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362/М/БМД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Желе из свежих ягод (черная смородина)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20,07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98,94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6,48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5,94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5,58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0,29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Зефир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189,50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</w:t>
            </w:r>
          </w:p>
        </w:tc>
      </w:tr>
      <w:tr w:rsidR="00797FA4" w:rsidRPr="00E27E3F">
        <w:trPr>
          <w:gridBefore w:val="1"/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54,52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288,44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18,98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11,94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8,58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0,99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56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797FA4" w:rsidRPr="00E27E3F">
        <w:trPr>
          <w:gridBefore w:val="1"/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85 К/ссж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из свеклы с черносливом орехами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13,68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179,29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8,76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5,12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55,99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85,29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49,17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1,63</w:t>
            </w:r>
          </w:p>
        </w:tc>
      </w:tr>
      <w:tr w:rsidR="00797FA4" w:rsidRPr="00E27E3F">
        <w:trPr>
          <w:gridBefore w:val="1"/>
          <w:trHeight w:val="124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88М/ссж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Щи из свежей капусты с картофелем с кремом сметанным соевым, 240/10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9,53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99,95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33,60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45,77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43,97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18,61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0,78</w:t>
            </w:r>
          </w:p>
        </w:tc>
      </w:tr>
      <w:tr w:rsidR="00797FA4" w:rsidRPr="00E27E3F">
        <w:trPr>
          <w:gridBefore w:val="1"/>
          <w:trHeight w:val="93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161К/ссж/ ТТК/БМД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Запеканка картофельная с мясом отварным с овощным соусом, 180/40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37,62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378,62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51,58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272,49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4,19</w:t>
            </w:r>
          </w:p>
        </w:tc>
      </w:tr>
      <w:tr w:rsidR="00797FA4" w:rsidRPr="00E27E3F">
        <w:trPr>
          <w:gridBefore w:val="1"/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350М/ссж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Кисель из плодов чёрной смородины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25,31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99,61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10,80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0,31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29,41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35,85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113,99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897,57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0,57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120,36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14,40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10,41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184,24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512,05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176,18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9,30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56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</w:tr>
      <w:tr w:rsidR="00797FA4" w:rsidRPr="00E27E3F">
        <w:trPr>
          <w:gridBefore w:val="1"/>
          <w:trHeight w:val="93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553/К/БМД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Булочка с маком пониженной калорийности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23,08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160,27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106,90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31,16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Сок фруктовый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43,28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252,27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120,89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39,16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3,78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Среда-2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1860,00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62,84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65,12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316,76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2102,79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258,68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114,24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17,39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424,51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925,96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307,98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17,44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8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Четверг-2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7FA4" w:rsidRPr="00E27E3F">
        <w:trPr>
          <w:gridBefore w:val="1"/>
          <w:trHeight w:val="312"/>
        </w:trPr>
        <w:tc>
          <w:tcPr>
            <w:tcW w:w="156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797FA4" w:rsidRPr="00E27E3F">
        <w:trPr>
          <w:gridBefore w:val="1"/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Подгарнировка из зеленого горошка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12,40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</w:tr>
      <w:tr w:rsidR="00797FA4" w:rsidRPr="00E27E3F">
        <w:trPr>
          <w:gridBefore w:val="1"/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213М/БМД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Омлет с запеченным картофелем (вода)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29,98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372,43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229,17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5,13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71,49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281,23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52,58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3,94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377М/ссж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с лимоном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12,19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50,27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7,75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9,78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0,90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Фрукты (Мандарин)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Батон йодированный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3,80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25,70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130,60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22,56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color w:val="000000"/>
                <w:sz w:val="24"/>
                <w:szCs w:val="24"/>
                <w:lang w:eastAsia="ru-RU"/>
              </w:rPr>
              <w:t>0,60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20,52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22,90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76,67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599,30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0,44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79,90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229,17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6,16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140,80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352,91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79,02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5,67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56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</w:tr>
      <w:tr w:rsidR="00797FA4" w:rsidRPr="00E27E3F">
        <w:trPr>
          <w:gridBefore w:val="1"/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369/М/БМД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Мусс яблочный (на манной крупе)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26,85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115,78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9,60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15,15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6,21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1,15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Зефир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189,50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</w:t>
            </w:r>
          </w:p>
        </w:tc>
      </w:tr>
      <w:tr w:rsidR="00797FA4" w:rsidRPr="00E27E3F">
        <w:trPr>
          <w:gridBefore w:val="1"/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61,30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305,28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22,10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21,15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9,21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1,85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56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797FA4" w:rsidRPr="00E27E3F">
        <w:trPr>
          <w:gridBefore w:val="1"/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63М/ссж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из моркови с курагой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66,83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4,73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39,40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62,27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43,43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0,94</w:t>
            </w:r>
          </w:p>
        </w:tc>
      </w:tr>
      <w:tr w:rsidR="00797FA4" w:rsidRPr="00E27E3F">
        <w:trPr>
          <w:gridBefore w:val="1"/>
          <w:trHeight w:val="93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102М/ссж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Суп картофельный с бобовыми на курином бульоне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19,70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164,39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12,31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1,96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47,31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138,55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43,05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2,30</w:t>
            </w:r>
          </w:p>
        </w:tc>
      </w:tr>
      <w:tr w:rsidR="00797FA4" w:rsidRPr="00E27E3F">
        <w:trPr>
          <w:gridBefore w:val="1"/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326К/ТТК/БМД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Наггетсы куриные с соусом томатным, 70/30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12,70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314,57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6,23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77,58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5,54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21,97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141,93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25,03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1,72</w:t>
            </w:r>
          </w:p>
        </w:tc>
      </w:tr>
      <w:tr w:rsidR="00797FA4" w:rsidRPr="00E27E3F">
        <w:trPr>
          <w:gridBefore w:val="1"/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321М/БМД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Капуста тушеная (топленое масло)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9,63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70,44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49,46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53,65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40,26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20,65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0,82</w:t>
            </w:r>
          </w:p>
        </w:tc>
      </w:tr>
      <w:tr w:rsidR="00797FA4" w:rsidRPr="00E27E3F">
        <w:trPr>
          <w:gridBefore w:val="1"/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312М/БМД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Картофельное пюре (топленое масло)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12,62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81,00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15,48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10,09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45,82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17,93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0,72</w:t>
            </w:r>
          </w:p>
        </w:tc>
      </w:tr>
      <w:tr w:rsidR="00797FA4" w:rsidRPr="00E27E3F">
        <w:trPr>
          <w:gridBefore w:val="1"/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350М/ссж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Кисель из плодов чёрной смородины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25,31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99,61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10,80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0,31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36,71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32,98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122,21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936,95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128,21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112,48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9,59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203,32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539,12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189,00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9,21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56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590/К/БМД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Лепешка с кунжутом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28,55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157,75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52,71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55,10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21,97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0,94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Сок фруктовый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48,75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249,75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66,71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69,09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29,97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3,74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Четверг-2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1977,00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64,84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64,94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308,94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2091,27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252,63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349,65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16,80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432,92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982,28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307,20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20,47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8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День/неделя: Пятница-2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7FA4" w:rsidRPr="00E27E3F">
        <w:trPr>
          <w:gridBefore w:val="1"/>
          <w:trHeight w:val="312"/>
        </w:trPr>
        <w:tc>
          <w:tcPr>
            <w:tcW w:w="156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Завтрак</w:t>
            </w:r>
          </w:p>
        </w:tc>
      </w:tr>
      <w:tr w:rsidR="00797FA4" w:rsidRPr="00E27E3F">
        <w:trPr>
          <w:gridBefore w:val="1"/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Подгарнировка из овощей свежих (Огурцы)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</w:tr>
      <w:tr w:rsidR="00797FA4" w:rsidRPr="00E27E3F">
        <w:trPr>
          <w:gridBefore w:val="1"/>
          <w:trHeight w:val="156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294М/БМД/ 330М/БМД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Котлеты рубленные (из мяса птицы) с соусом сметанным (крем сметанный соевый), 70/40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12,68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213,17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35,12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12,36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101,44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1,30</w:t>
            </w:r>
          </w:p>
        </w:tc>
      </w:tr>
      <w:tr w:rsidR="00797FA4" w:rsidRPr="00E27E3F">
        <w:trPr>
          <w:gridBefore w:val="1"/>
          <w:trHeight w:val="93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309М/БМД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Макаронные изделия отварные (масло топленое)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44,84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252,42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13,66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56,44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10,26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1,04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б/н/ссж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Чай из шиповника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14,39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62,09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50,05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40,85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Батон йодированный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20,56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104,48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68,00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54,93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22,08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92,85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634,36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53,25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101,17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2,67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102,89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223,78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3,51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56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Второй завтрак</w:t>
            </w:r>
          </w:p>
        </w:tc>
      </w:tr>
      <w:tr w:rsidR="00797FA4" w:rsidRPr="00E27E3F">
        <w:trPr>
          <w:gridBefore w:val="1"/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363/М/БМД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Желе из цитрусовых (апельсины)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11,66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64,70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2,72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0,06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Зефир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34,45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189,50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0,70</w:t>
            </w:r>
          </w:p>
        </w:tc>
      </w:tr>
      <w:tr w:rsidR="00797FA4" w:rsidRPr="00E27E3F">
        <w:trPr>
          <w:gridBefore w:val="1"/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46,11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254,20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15,22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7,84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4,04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0,76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56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Обед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109К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Салат фруктовый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8,44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48,20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51,12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46,60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14,80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1,14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150К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Суп рыбный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19,51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190,73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15,25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18,44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76,88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31,04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1,08</w:t>
            </w:r>
          </w:p>
        </w:tc>
      </w:tr>
      <w:tr w:rsidR="00797FA4" w:rsidRPr="00E27E3F">
        <w:trPr>
          <w:gridBefore w:val="1"/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244М/ссж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Плов из отварной говядины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34,83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476,78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4,78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281,96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51,71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3,54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342М/ссж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Компот из вишни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94,63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14,80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0,25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ржано-пшеничный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13,36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77,60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1,80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14,49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0,60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38,75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36,34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113,43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950,44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0,41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73,57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123,14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503,54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140,64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8,40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56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Полдник</w:t>
            </w:r>
          </w:p>
        </w:tc>
      </w:tr>
      <w:tr w:rsidR="00797FA4" w:rsidRPr="00E27E3F">
        <w:trPr>
          <w:gridBefore w:val="1"/>
          <w:trHeight w:val="93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553/К/БМД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Булочка с маком пониженной калорийности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23,08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160,27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106,90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82,00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31,16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0,98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Сок фруктовый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2,80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5,94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43,28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252,27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120,89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96,00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39,16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3,78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Всего за Пятница-2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1820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71,35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66,50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295,68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2091,26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0,93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171,62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117,67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9,57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362,15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831,15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221,85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16,45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19338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661,90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624,78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3027,89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20459,38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12,24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2145,11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6983,85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136,74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3856,81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9370,20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2877,36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191,53</w:t>
            </w:r>
          </w:p>
        </w:tc>
      </w:tr>
      <w:tr w:rsidR="00797FA4" w:rsidRPr="00E27E3F">
        <w:trPr>
          <w:gridBefore w:val="1"/>
          <w:trHeight w:val="312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97FA4" w:rsidRDefault="00797FA4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99"/>
      </w:tblGrid>
      <w:tr w:rsidR="00797FA4" w:rsidRPr="00E27E3F">
        <w:trPr>
          <w:trHeight w:val="312"/>
        </w:trPr>
        <w:tc>
          <w:tcPr>
            <w:tcW w:w="15699" w:type="dxa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Номера рецептур отмеченные буквой М- Сборник рецептур на продукцию для обучающихся во всех образовательных учреждениях.  Ред. Могильный М.П. изд. ДеЛи плюс, 2017г.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Номера рецептур отмеченные буквой К- Сборник рецептур блюд и кулинарных изделий для обучающихся образовательных учреждений. Кучма В.Р., Москва, 2016</w:t>
            </w:r>
          </w:p>
        </w:tc>
      </w:tr>
      <w:tr w:rsidR="00797FA4" w:rsidRPr="00E27E3F">
        <w:trPr>
          <w:trHeight w:val="312"/>
        </w:trPr>
        <w:tc>
          <w:tcPr>
            <w:tcW w:w="15699" w:type="dxa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Аббревиатура ССЖ означает, что в рецептуру блюд внесены изменения в части касающейся сниженной закладки соли, сахара, жиров</w:t>
            </w:r>
          </w:p>
        </w:tc>
      </w:tr>
      <w:tr w:rsidR="00797FA4" w:rsidRPr="00E27E3F">
        <w:trPr>
          <w:trHeight w:val="615"/>
        </w:trPr>
        <w:tc>
          <w:tcPr>
            <w:tcW w:w="15699" w:type="dxa"/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Для расчета химико-энергетических характеристик блюд использован справочник "Химический состав Российских пищевых продуктов" ред. И.М. Скурихин/В.А. Тутельян , изд. ДеЛи принт 2002</w:t>
            </w:r>
          </w:p>
        </w:tc>
      </w:tr>
    </w:tbl>
    <w:p w:rsidR="00797FA4" w:rsidRDefault="00797FA4"/>
    <w:p w:rsidR="00797FA4" w:rsidRDefault="00797FA4">
      <w:r>
        <w:br w:type="page"/>
      </w:r>
    </w:p>
    <w:p w:rsidR="00797FA4" w:rsidRDefault="00797FA4"/>
    <w:tbl>
      <w:tblPr>
        <w:tblW w:w="0" w:type="auto"/>
        <w:tblInd w:w="2" w:type="dxa"/>
        <w:tblLayout w:type="fixed"/>
        <w:tblLook w:val="00A0"/>
      </w:tblPr>
      <w:tblGrid>
        <w:gridCol w:w="1134"/>
        <w:gridCol w:w="3261"/>
        <w:gridCol w:w="992"/>
        <w:gridCol w:w="992"/>
        <w:gridCol w:w="992"/>
        <w:gridCol w:w="1165"/>
        <w:gridCol w:w="887"/>
        <w:gridCol w:w="887"/>
        <w:gridCol w:w="972"/>
        <w:gridCol w:w="887"/>
        <w:gridCol w:w="878"/>
        <w:gridCol w:w="878"/>
        <w:gridCol w:w="887"/>
        <w:gridCol w:w="887"/>
      </w:tblGrid>
      <w:tr w:rsidR="00797FA4" w:rsidRPr="00E27E3F">
        <w:trPr>
          <w:trHeight w:val="615"/>
        </w:trPr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36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797FA4" w:rsidRPr="00E27E3F">
        <w:trPr>
          <w:trHeight w:val="615"/>
        </w:trPr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b/>
                <w:bCs/>
                <w:sz w:val="24"/>
                <w:szCs w:val="24"/>
                <w:lang w:eastAsia="ru-RU"/>
              </w:rPr>
              <w:t>Fe</w:t>
            </w:r>
          </w:p>
        </w:tc>
      </w:tr>
      <w:tr w:rsidR="00797FA4" w:rsidRPr="00E27E3F">
        <w:trPr>
          <w:trHeight w:val="312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225,26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872,25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6 271,98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3,13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634,52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870,99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40,97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1 069,28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2 941,23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718,27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51,50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завтрак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87,22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627,20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63,45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87,10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106,93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294,12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71,83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5,15</w:t>
            </w:r>
          </w:p>
        </w:tc>
      </w:tr>
      <w:tr w:rsidR="00797FA4" w:rsidRPr="00E27E3F">
        <w:trPr>
          <w:trHeight w:val="312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56%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97FA4" w:rsidRPr="00E27E3F">
        <w:trPr>
          <w:trHeight w:val="32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СанПиН 2.3/2.4 3590-20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25,03%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22,91%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22,77%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23,06%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28,47%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105,75%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12,44%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40,97%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9,72%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26,74%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28,73%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42,92%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за второй завтрак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46,53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53,10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523,88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2 751,65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84,00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3,36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1,21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181,79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116,30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58,43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9,57</w:t>
            </w:r>
          </w:p>
        </w:tc>
      </w:tr>
      <w:tr w:rsidR="00797FA4" w:rsidRPr="00E27E3F">
        <w:trPr>
          <w:trHeight w:val="42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второй завтрак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52,39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275,16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18,18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11,63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5,84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0,96</w:t>
            </w:r>
          </w:p>
        </w:tc>
      </w:tr>
      <w:tr w:rsidR="00797FA4" w:rsidRPr="00E27E3F">
        <w:trPr>
          <w:trHeight w:val="312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76%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97FA4" w:rsidRPr="00E27E3F">
        <w:trPr>
          <w:trHeight w:val="31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СанПиН 2.3/2.4 3590-20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5,17%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5,77%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13,68%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10,12%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0,80%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14,00%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0,05%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1,21%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1,65%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1,06%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2,34%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7,97%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за завтрак + второй завтрак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271,79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263,90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1 396,13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9 023,63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718,52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874,35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42,17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1 251,07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3 057,53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776,69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61,07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завтрак + второй завтрак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139,61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902,36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71,85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87,43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4,22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125,11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305,75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77,67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6,11</w:t>
            </w:r>
          </w:p>
        </w:tc>
      </w:tr>
      <w:tr w:rsidR="00797FA4" w:rsidRPr="00E27E3F">
        <w:trPr>
          <w:trHeight w:val="312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62%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97FA4" w:rsidRPr="00E27E3F">
        <w:trPr>
          <w:trHeight w:val="31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СанПиН 2.3/2.4 3590-20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30,20%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28,68%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36,45%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33,18%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29,27%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119,75%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12,49%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42,17%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11,37%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27,80%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31,07%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50,89%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338,72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313,39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1 171,58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8 925,65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6,26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1 026,49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5 997,01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86,35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1 667,71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5 487,22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1 755,02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92,87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обед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117,16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892,57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102,65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599,70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8,63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166,77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548,72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175,50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9,29</w:t>
            </w:r>
          </w:p>
        </w:tc>
      </w:tr>
      <w:tr w:rsidR="00797FA4" w:rsidRPr="00E27E3F">
        <w:trPr>
          <w:trHeight w:val="312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53%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97FA4" w:rsidRPr="00E27E3F">
        <w:trPr>
          <w:trHeight w:val="32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СанПиН 2.3/2.4 3590-20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37,64%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34,06%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30,59%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32,81%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56,91%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171,08%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85,67%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86,35%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15,16%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49,88%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70,20%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77,39%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за полдник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65,37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56,29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278,77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1 912,96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297,27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5 429,86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15,71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472,22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1 072,34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332,29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28,53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полдник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27,88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191,30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29,73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542,99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1,57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47,22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107,23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33,23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2,85</w:t>
            </w:r>
          </w:p>
        </w:tc>
      </w:tr>
      <w:tr w:rsidR="00797FA4" w:rsidRPr="00E27E3F">
        <w:trPr>
          <w:trHeight w:val="312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58%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97FA4" w:rsidRPr="00E27E3F">
        <w:trPr>
          <w:trHeight w:val="31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СанПиН 2.3/2.4 3590-20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7,26%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6,12%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7,28%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7,03%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за обед + полдник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404,09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369,68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1 450,36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10 838,62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7,86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1 323,75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11 426,87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102,06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2 139,94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6 559,55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2 087,31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121,40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обед +полдник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36,97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145,04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1 083,86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132,38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1 142,69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10,21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213,99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655,96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208,73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12,14</w:t>
            </w:r>
          </w:p>
        </w:tc>
      </w:tr>
      <w:tr w:rsidR="00797FA4" w:rsidRPr="00E27E3F">
        <w:trPr>
          <w:trHeight w:val="312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54%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97FA4" w:rsidRPr="00E27E3F">
        <w:trPr>
          <w:trHeight w:val="31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СанПиН 2.3/2.4 3590-20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44,90%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40,18%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37,87%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39,85%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71,41%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220,63%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163,24%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102,06%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19,45%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59,63%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83,49%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101,17%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Итого день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661,90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624,78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3 027,89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20 459,38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12,24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2 145,11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6 983,85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136,74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3 856,81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9 370,20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2 877,36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191,53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Среднее значение за день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66,19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62,48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302,79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2 045,94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1,22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214,51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698,39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13,67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385,68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937,02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287,74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19,15</w:t>
            </w:r>
          </w:p>
        </w:tc>
      </w:tr>
      <w:tr w:rsidR="00797FA4" w:rsidRPr="00E27E3F">
        <w:trPr>
          <w:trHeight w:val="312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Соотношение БЖУ в % от ЭЦ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59%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</w:tr>
      <w:tr w:rsidR="00797FA4" w:rsidRPr="00E27E3F">
        <w:trPr>
          <w:trHeight w:val="312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Выполнение СанПиН 2.3/2.4 3590-20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73,54%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67,91%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79,06%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75,22%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111,31%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357,52%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99,77%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136,74%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35,06%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85,18%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115,09%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159,61%</w:t>
            </w:r>
          </w:p>
        </w:tc>
      </w:tr>
      <w:tr w:rsidR="00797FA4" w:rsidRPr="00E27E3F">
        <w:trPr>
          <w:trHeight w:val="48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Потребность в пищевых веществах для обучающихся  12-18 лет по СанПиН 2.3/2.4.3590-20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2720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12</w:t>
            </w:r>
          </w:p>
        </w:tc>
      </w:tr>
      <w:tr w:rsidR="00797FA4" w:rsidRPr="00E27E3F">
        <w:trPr>
          <w:trHeight w:val="312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jc w:val="center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Распределение ЭЦ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Норма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7FA4" w:rsidRPr="00E27E3F">
        <w:trPr>
          <w:trHeight w:val="312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23,06%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20-25%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7FA4" w:rsidRPr="00E27E3F">
        <w:trPr>
          <w:trHeight w:val="312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A4" w:rsidRPr="00645D17" w:rsidRDefault="00797FA4" w:rsidP="00645D17">
            <w:pPr>
              <w:spacing w:after="0" w:line="240" w:lineRule="auto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32,81%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  <w:r w:rsidRPr="00645D17">
              <w:rPr>
                <w:rFonts w:ascii="Arial Narrow" w:hAnsi="Arial Narrow" w:cs="Arial Narrow"/>
                <w:sz w:val="24"/>
                <w:szCs w:val="24"/>
                <w:lang w:eastAsia="ru-RU"/>
              </w:rPr>
              <w:t>30-35%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Arial Narrow" w:hAnsi="Arial Narrow" w:cs="Arial Narrow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97FA4" w:rsidRPr="00645D17" w:rsidRDefault="00797FA4" w:rsidP="00645D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97FA4" w:rsidRDefault="00797FA4" w:rsidP="00645D17">
      <w:pPr>
        <w:jc w:val="right"/>
      </w:pPr>
    </w:p>
    <w:p w:rsidR="00797FA4" w:rsidRDefault="00797FA4"/>
    <w:sectPr w:rsidR="00797FA4" w:rsidSect="00645D17">
      <w:footerReference w:type="default" r:id="rId6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FA4" w:rsidRDefault="00797FA4" w:rsidP="00645D17">
      <w:pPr>
        <w:spacing w:after="0" w:line="240" w:lineRule="auto"/>
      </w:pPr>
      <w:r>
        <w:separator/>
      </w:r>
    </w:p>
  </w:endnote>
  <w:endnote w:type="continuationSeparator" w:id="0">
    <w:p w:rsidR="00797FA4" w:rsidRDefault="00797FA4" w:rsidP="00645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FA4" w:rsidRDefault="00797FA4">
    <w:pPr>
      <w:pStyle w:val="Footer"/>
      <w:jc w:val="center"/>
    </w:pPr>
    <w:fldSimple w:instr="PAGE   \* MERGEFORMAT">
      <w:r>
        <w:rPr>
          <w:noProof/>
        </w:rPr>
        <w:t>2</w:t>
      </w:r>
    </w:fldSimple>
  </w:p>
  <w:p w:rsidR="00797FA4" w:rsidRDefault="00797F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FA4" w:rsidRDefault="00797FA4" w:rsidP="00645D17">
      <w:pPr>
        <w:spacing w:after="0" w:line="240" w:lineRule="auto"/>
      </w:pPr>
      <w:r>
        <w:separator/>
      </w:r>
    </w:p>
  </w:footnote>
  <w:footnote w:type="continuationSeparator" w:id="0">
    <w:p w:rsidR="00797FA4" w:rsidRDefault="00797FA4" w:rsidP="00645D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5D17"/>
    <w:rsid w:val="00076AC8"/>
    <w:rsid w:val="00105F5F"/>
    <w:rsid w:val="001954A2"/>
    <w:rsid w:val="003541AF"/>
    <w:rsid w:val="00645D17"/>
    <w:rsid w:val="00797FA4"/>
    <w:rsid w:val="00AB2D50"/>
    <w:rsid w:val="00E27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D50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45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45D17"/>
  </w:style>
  <w:style w:type="paragraph" w:styleId="Footer">
    <w:name w:val="footer"/>
    <w:basedOn w:val="Normal"/>
    <w:link w:val="FooterChar"/>
    <w:uiPriority w:val="99"/>
    <w:rsid w:val="00645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45D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96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17</Pages>
  <Words>3906</Words>
  <Characters>22270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yudina</dc:creator>
  <cp:keywords/>
  <dc:description/>
  <cp:lastModifiedBy>User</cp:lastModifiedBy>
  <cp:revision>3</cp:revision>
  <dcterms:created xsi:type="dcterms:W3CDTF">2021-04-21T14:19:00Z</dcterms:created>
  <dcterms:modified xsi:type="dcterms:W3CDTF">2022-02-22T06:58:00Z</dcterms:modified>
</cp:coreProperties>
</file>